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404764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F8CBA19" w14:textId="701C8CFA" w:rsidR="00AE7A9E" w:rsidRPr="00404764" w:rsidRDefault="00AE7A9E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br w:type="page"/>
      </w:r>
    </w:p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2B010" w14:textId="77777777" w:rsidR="007479E1" w:rsidRPr="00404764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72D92EF9" w14:textId="3E04ABF0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2E2975" w14:textId="4FABCB69" w:rsidR="007E7B81" w:rsidRPr="00404764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9F951C2" w14:textId="44BB61BA" w:rsidR="007E7B81" w:rsidRPr="00404764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AA8890E" w14:textId="77777777" w:rsidR="007479E1" w:rsidRPr="00404764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</w:tc>
        <w:tc>
          <w:tcPr>
            <w:tcW w:w="4264" w:type="dxa"/>
          </w:tcPr>
          <w:p w14:paraId="3E9EAFE8" w14:textId="7971F1D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1A1ACA7" w14:textId="19687D42" w:rsidR="007479E1" w:rsidRPr="00404764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2697588" w14:textId="27681BAA" w:rsidR="007479E1" w:rsidRPr="00404764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FB4859F" w14:textId="068AA51D" w:rsidR="007E7B81" w:rsidRPr="00404764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0B76F025" w14:textId="0A7E25C1" w:rsidR="007E7B8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037EF16" w14:textId="3E735A9C" w:rsidR="008E3DB5" w:rsidRPr="00404764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</w:tc>
        <w:tc>
          <w:tcPr>
            <w:tcW w:w="4264" w:type="dxa"/>
          </w:tcPr>
          <w:p w14:paraId="4CDBD159" w14:textId="4F1F700F" w:rsidR="008E3DB5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04967C4" w14:textId="1D488CB8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</w:tc>
        <w:tc>
          <w:tcPr>
            <w:tcW w:w="4264" w:type="dxa"/>
          </w:tcPr>
          <w:p w14:paraId="1B1E7A03" w14:textId="333E149B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D52C77F" w14:textId="7C134F2A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</w:tc>
        <w:tc>
          <w:tcPr>
            <w:tcW w:w="4264" w:type="dxa"/>
          </w:tcPr>
          <w:p w14:paraId="5BBC15E5" w14:textId="6C1A8DF4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0F838BB" w14:textId="11A33569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energetickém a elektrotechnickém zařízení:</w:t>
            </w:r>
          </w:p>
        </w:tc>
        <w:tc>
          <w:tcPr>
            <w:tcW w:w="4264" w:type="dxa"/>
          </w:tcPr>
          <w:p w14:paraId="5DA52B8F" w14:textId="58630019" w:rsidR="00921E6B" w:rsidRPr="00404764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3E02AFE" w14:textId="3E5B6DA7" w:rsidR="00921E6B" w:rsidRPr="00404764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</w:tc>
        <w:tc>
          <w:tcPr>
            <w:tcW w:w="4264" w:type="dxa"/>
          </w:tcPr>
          <w:p w14:paraId="29DE3D1F" w14:textId="2D9FA3A5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4399BE0" w14:textId="23394E33" w:rsidR="00FF2CFB" w:rsidRPr="00404764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</w:tc>
        <w:tc>
          <w:tcPr>
            <w:tcW w:w="4264" w:type="dxa"/>
          </w:tcPr>
          <w:p w14:paraId="411DC54E" w14:textId="5AF1028D" w:rsidR="00FF2CFB" w:rsidRPr="00404764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</w:tc>
      </w:tr>
    </w:tbl>
    <w:p w14:paraId="4A091CC7" w14:textId="47CCB4B9" w:rsidR="00AE7A9E" w:rsidRPr="00404764" w:rsidRDefault="00AE7A9E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0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0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</w:t>
      </w:r>
      <w:proofErr w:type="gramStart"/>
      <w:r w:rsidRPr="00404764">
        <w:rPr>
          <w:rFonts w:eastAsia="Times New Roman"/>
          <w:bCs/>
          <w:i/>
        </w:rPr>
        <w:t>Tzn.</w:t>
      </w:r>
      <w:proofErr w:type="gramEnd"/>
      <w:r w:rsidRPr="00404764">
        <w:rPr>
          <w:rFonts w:eastAsia="Times New Roman"/>
          <w:bCs/>
          <w:i/>
        </w:rPr>
        <w:t xml:space="preserve"> Osvědčení se </w:t>
      </w:r>
      <w:proofErr w:type="gramStart"/>
      <w:r w:rsidRPr="00404764">
        <w:rPr>
          <w:rFonts w:eastAsia="Times New Roman"/>
          <w:bCs/>
          <w:i/>
        </w:rPr>
        <w:t>nevyhotovuje</w:t>
      </w:r>
      <w:proofErr w:type="gramEnd"/>
      <w:r w:rsidRPr="00404764">
        <w:rPr>
          <w:rFonts w:eastAsia="Times New Roman"/>
          <w:bCs/>
          <w:i/>
        </w:rPr>
        <w:t xml:space="preserve"> pro každého ze zhotovitelů/společníků/poddodavatelů zvlášť.</w:t>
      </w:r>
    </w:p>
    <w:p w14:paraId="06263C1F" w14:textId="77777777" w:rsidR="00D928DB" w:rsidRPr="00A24674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43FD9582" w14:textId="77777777" w:rsidR="00D928DB" w:rsidRPr="00F0533E" w:rsidRDefault="00D928DB" w:rsidP="00F0533E"/>
    <w:sectPr w:rsidR="00D928DB" w:rsidRPr="00F0533E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ECB48" w14:textId="77777777" w:rsidR="00A171D7" w:rsidRDefault="00A171D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55F42550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171D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171D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2729B55C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171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171D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155C9903" w:rsidR="004C037A" w:rsidRDefault="004C037A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40844AC9" w14:textId="77777777" w:rsidR="00A171D7" w:rsidRPr="00D56AD2" w:rsidRDefault="00A171D7" w:rsidP="00A171D7">
          <w:pPr>
            <w:pStyle w:val="Zpat"/>
            <w:rPr>
              <w:b/>
            </w:rPr>
          </w:pPr>
          <w:r w:rsidRPr="00D56AD2">
            <w:rPr>
              <w:b/>
            </w:rPr>
            <w:t>Oblastní ředitelství Brno</w:t>
          </w:r>
        </w:p>
        <w:p w14:paraId="2E35C7C1" w14:textId="77777777" w:rsidR="00A171D7" w:rsidRPr="00D56AD2" w:rsidRDefault="00A171D7" w:rsidP="00A171D7">
          <w:pPr>
            <w:pStyle w:val="Zpat"/>
            <w:rPr>
              <w:b/>
            </w:rPr>
          </w:pPr>
          <w:r w:rsidRPr="00D56AD2">
            <w:rPr>
              <w:b/>
            </w:rPr>
            <w:t>Kounicova 688/26</w:t>
          </w:r>
        </w:p>
        <w:p w14:paraId="1FF837A9" w14:textId="603CFC92" w:rsidR="004C037A" w:rsidRDefault="00A171D7" w:rsidP="00A171D7">
          <w:pPr>
            <w:pStyle w:val="Zpat"/>
          </w:pPr>
          <w:r w:rsidRPr="00D56AD2">
            <w:rPr>
              <w:b/>
            </w:rPr>
            <w:t xml:space="preserve">611 43 </w:t>
          </w:r>
          <w:r w:rsidRPr="00D56AD2">
            <w:rPr>
              <w:b/>
            </w:rPr>
            <w:t>Brno</w:t>
          </w:r>
          <w:bookmarkStart w:id="1" w:name="_GoBack"/>
          <w:bookmarkEnd w:id="1"/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10717" w14:textId="77777777" w:rsidR="00A171D7" w:rsidRDefault="00A171D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725B"/>
    <w:rsid w:val="0010693F"/>
    <w:rsid w:val="00114472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E0CD7"/>
    <w:rsid w:val="002F5828"/>
    <w:rsid w:val="00300A53"/>
    <w:rsid w:val="00341DCF"/>
    <w:rsid w:val="00357BC6"/>
    <w:rsid w:val="00374EB1"/>
    <w:rsid w:val="003956C6"/>
    <w:rsid w:val="00404764"/>
    <w:rsid w:val="00441430"/>
    <w:rsid w:val="00450F07"/>
    <w:rsid w:val="00453CD3"/>
    <w:rsid w:val="0045713F"/>
    <w:rsid w:val="00460660"/>
    <w:rsid w:val="0047754B"/>
    <w:rsid w:val="00486107"/>
    <w:rsid w:val="00491827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3DB5"/>
    <w:rsid w:val="008F18D6"/>
    <w:rsid w:val="00904780"/>
    <w:rsid w:val="00921E6B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171D7"/>
    <w:rsid w:val="00A21FCC"/>
    <w:rsid w:val="00A27C19"/>
    <w:rsid w:val="00A525D8"/>
    <w:rsid w:val="00A543C7"/>
    <w:rsid w:val="00A6177B"/>
    <w:rsid w:val="00A66136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75EE1"/>
    <w:rsid w:val="00B77481"/>
    <w:rsid w:val="00B81949"/>
    <w:rsid w:val="00B8518B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B104F"/>
    <w:rsid w:val="00EC27A9"/>
    <w:rsid w:val="00ED14BD"/>
    <w:rsid w:val="00F0533E"/>
    <w:rsid w:val="00F06762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1333"/>
    <w:rsid w:val="00FC6389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8FFDAB2-41DD-40F6-8BAA-AD81DD7B0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</TotalTime>
  <Pages>3</Pages>
  <Words>748</Words>
  <Characters>4414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Skutilová Lena, Ing.</cp:lastModifiedBy>
  <cp:revision>5</cp:revision>
  <cp:lastPrinted>2022-03-23T11:11:00Z</cp:lastPrinted>
  <dcterms:created xsi:type="dcterms:W3CDTF">2022-04-20T07:21:00Z</dcterms:created>
  <dcterms:modified xsi:type="dcterms:W3CDTF">2022-07-13T11:59:00Z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